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34FDCDA1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1214AD">
        <w:rPr>
          <w:rFonts w:cs="Arial"/>
          <w:color w:val="000000"/>
          <w:sz w:val="22"/>
        </w:rPr>
        <w:t>0</w:t>
      </w:r>
      <w:r w:rsidR="003A7C2F">
        <w:rPr>
          <w:rFonts w:cs="Arial"/>
          <w:color w:val="000000"/>
          <w:sz w:val="22"/>
        </w:rPr>
        <w:t>4</w:t>
      </w:r>
      <w:r w:rsidR="001214AD">
        <w:rPr>
          <w:rFonts w:cs="Arial"/>
          <w:color w:val="000000"/>
          <w:sz w:val="22"/>
        </w:rPr>
        <w:t>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986DD4">
        <w:rPr>
          <w:rFonts w:cs="Arial"/>
          <w:color w:val="000000"/>
          <w:sz w:val="22"/>
        </w:rPr>
        <w:t>5293</w:t>
      </w:r>
    </w:p>
    <w:p w14:paraId="3840C263" w14:textId="77777777" w:rsidR="00DF19FF" w:rsidRDefault="0000000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5DB7E6CB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  <w:r w:rsidR="001D3C6B">
              <w:rPr>
                <w:rFonts w:ascii="Calibri" w:eastAsia="Calibri" w:hAnsi="Calibri"/>
                <w:sz w:val="22"/>
                <w:szCs w:val="22"/>
                <w:lang w:val="et-EE"/>
              </w:rPr>
              <w:t>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587937" w14:textId="12A7F589" w:rsidR="000B2E35" w:rsidRPr="000B2E35" w:rsidRDefault="000B2E35" w:rsidP="007D49D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</w:t>
            </w:r>
            <w:r w:rsid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number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A166C" w:rsidRPr="008A166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LC1914 „Paevälja kinnistu liitumine madalpingel</w:t>
            </w:r>
            <w:r w:rsidR="007D49D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A166C" w:rsidRPr="008A166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Kõrkküla</w:t>
            </w:r>
            <w:r w:rsidR="007D49D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A166C" w:rsidRPr="008A166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Viru-Nigula vald</w:t>
            </w:r>
            <w:r w:rsidR="007D49D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A166C" w:rsidRPr="008A166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Lääne-Viru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9B575A" w14:textId="7B34B6C5" w:rsidR="000B2E35" w:rsidRDefault="000B2E35" w:rsidP="009A3658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8A166C">
              <w:rPr>
                <w:rFonts w:ascii="Calibri" w:eastAsia="Calibri" w:hAnsi="Calibri"/>
                <w:sz w:val="22"/>
                <w:szCs w:val="22"/>
                <w:lang w:val="et-EE"/>
              </w:rPr>
              <w:t>Tõnis Kuusk</w:t>
            </w:r>
          </w:p>
          <w:p w14:paraId="1AF8D9E3" w14:textId="07F7D86B" w:rsidR="009A3658" w:rsidRPr="000B2E35" w:rsidRDefault="001214AD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Stromtec </w:t>
            </w:r>
            <w:r w:rsidR="009A3658">
              <w:rPr>
                <w:rFonts w:ascii="Calibri" w:eastAsia="Calibri" w:hAnsi="Calibri"/>
                <w:sz w:val="22"/>
                <w:szCs w:val="22"/>
                <w:lang w:val="et-EE"/>
              </w:rPr>
              <w:t>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73A7D29" w:rsidR="000B2E35" w:rsidRPr="000B2E35" w:rsidRDefault="007D49D9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D49D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25.09.2024 nr 7.1-2/24/15803-2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14E207F0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7D49D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9C1AF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Tallinn-Narva</w:t>
            </w:r>
            <w:r w:rsidR="00E2109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 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1F0720EE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9C1AF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15401:002:0053</w:t>
            </w:r>
          </w:p>
          <w:p w14:paraId="19CE75E4" w14:textId="4603CDD3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1B556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C1AF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 Tallinn-Narva</w:t>
            </w:r>
            <w:r w:rsidR="001214AD"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6A366915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C1AF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824</w:t>
            </w:r>
            <w:r w:rsidR="003F3EA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7850</w:t>
            </w:r>
          </w:p>
          <w:p w14:paraId="7438147E" w14:textId="2EF87D82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3A537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3004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1DA5D494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3A7C2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451281</w:t>
            </w:r>
          </w:p>
          <w:p w14:paraId="61E48E4F" w14:textId="32A137F3" w:rsidR="00861F86" w:rsidRPr="000B2E35" w:rsidRDefault="003A7C2F" w:rsidP="00A85B5C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215685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https://pari.kataster.ee/magic-link/0dfa8043-ba3e-44f1-889a-5c56f297b678</w:t>
              </w:r>
            </w:hyperlink>
            <w:r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  <w:t xml:space="preserve"> </w:t>
            </w: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13436FA6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0F769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PARI ruumikuju 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A5941" w14:textId="77777777" w:rsidR="00EE07AC" w:rsidRDefault="00EE07AC">
      <w:r>
        <w:separator/>
      </w:r>
    </w:p>
  </w:endnote>
  <w:endnote w:type="continuationSeparator" w:id="0">
    <w:p w14:paraId="0FB7CA83" w14:textId="77777777" w:rsidR="00EE07AC" w:rsidRDefault="00EE07AC">
      <w:r>
        <w:continuationSeparator/>
      </w:r>
    </w:p>
  </w:endnote>
  <w:endnote w:type="continuationNotice" w:id="1">
    <w:p w14:paraId="0337522F" w14:textId="77777777" w:rsidR="00EE07AC" w:rsidRDefault="00EE0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51F0B" w14:textId="77777777" w:rsidR="00EE07AC" w:rsidRDefault="00EE07AC">
      <w:r>
        <w:separator/>
      </w:r>
    </w:p>
  </w:footnote>
  <w:footnote w:type="continuationSeparator" w:id="0">
    <w:p w14:paraId="457B6A04" w14:textId="77777777" w:rsidR="00EE07AC" w:rsidRDefault="00EE07AC">
      <w:r>
        <w:continuationSeparator/>
      </w:r>
    </w:p>
  </w:footnote>
  <w:footnote w:type="continuationNotice" w:id="1">
    <w:p w14:paraId="3199545F" w14:textId="77777777" w:rsidR="00EE07AC" w:rsidRDefault="00EE07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2949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0D2DE3"/>
    <w:rsid w:val="000F7695"/>
    <w:rsid w:val="001214AD"/>
    <w:rsid w:val="00131D0A"/>
    <w:rsid w:val="00132EC9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B556D"/>
    <w:rsid w:val="001D10D3"/>
    <w:rsid w:val="001D3C6B"/>
    <w:rsid w:val="001E0A84"/>
    <w:rsid w:val="001E324A"/>
    <w:rsid w:val="00211D2D"/>
    <w:rsid w:val="00215382"/>
    <w:rsid w:val="00226A05"/>
    <w:rsid w:val="00243C3F"/>
    <w:rsid w:val="00251F87"/>
    <w:rsid w:val="002569F2"/>
    <w:rsid w:val="00265430"/>
    <w:rsid w:val="002701D0"/>
    <w:rsid w:val="002726A3"/>
    <w:rsid w:val="002A798D"/>
    <w:rsid w:val="002D2C76"/>
    <w:rsid w:val="002D4D27"/>
    <w:rsid w:val="002E0EF7"/>
    <w:rsid w:val="0030294F"/>
    <w:rsid w:val="00323EAE"/>
    <w:rsid w:val="0033388C"/>
    <w:rsid w:val="00335CBC"/>
    <w:rsid w:val="003551E2"/>
    <w:rsid w:val="00357C22"/>
    <w:rsid w:val="003648B8"/>
    <w:rsid w:val="00382D66"/>
    <w:rsid w:val="003A0ECE"/>
    <w:rsid w:val="003A5379"/>
    <w:rsid w:val="003A7C2F"/>
    <w:rsid w:val="003B0D86"/>
    <w:rsid w:val="003C3108"/>
    <w:rsid w:val="003D0A93"/>
    <w:rsid w:val="003D57ED"/>
    <w:rsid w:val="003F3EA3"/>
    <w:rsid w:val="003F5996"/>
    <w:rsid w:val="00442D2B"/>
    <w:rsid w:val="004455FC"/>
    <w:rsid w:val="00451C8B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A79CE"/>
    <w:rsid w:val="005B72DE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657F6"/>
    <w:rsid w:val="006736DE"/>
    <w:rsid w:val="00674CE7"/>
    <w:rsid w:val="0068443E"/>
    <w:rsid w:val="00690323"/>
    <w:rsid w:val="006B28B7"/>
    <w:rsid w:val="006C22B1"/>
    <w:rsid w:val="006C4838"/>
    <w:rsid w:val="006F000F"/>
    <w:rsid w:val="006F34A3"/>
    <w:rsid w:val="006F595A"/>
    <w:rsid w:val="00703BCB"/>
    <w:rsid w:val="0071017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D49D9"/>
    <w:rsid w:val="007E637D"/>
    <w:rsid w:val="007E6CBC"/>
    <w:rsid w:val="008250FC"/>
    <w:rsid w:val="0082604D"/>
    <w:rsid w:val="00836371"/>
    <w:rsid w:val="00861F86"/>
    <w:rsid w:val="0086202A"/>
    <w:rsid w:val="00867D35"/>
    <w:rsid w:val="0087462B"/>
    <w:rsid w:val="0087587A"/>
    <w:rsid w:val="00887289"/>
    <w:rsid w:val="00897B9A"/>
    <w:rsid w:val="008A166C"/>
    <w:rsid w:val="008A4D13"/>
    <w:rsid w:val="008E65B3"/>
    <w:rsid w:val="008F2A05"/>
    <w:rsid w:val="008F713B"/>
    <w:rsid w:val="00907E24"/>
    <w:rsid w:val="009140BC"/>
    <w:rsid w:val="0092028B"/>
    <w:rsid w:val="00930BE5"/>
    <w:rsid w:val="00940144"/>
    <w:rsid w:val="0094168E"/>
    <w:rsid w:val="009612E0"/>
    <w:rsid w:val="00962202"/>
    <w:rsid w:val="00973871"/>
    <w:rsid w:val="00986DD4"/>
    <w:rsid w:val="00995F05"/>
    <w:rsid w:val="009A3658"/>
    <w:rsid w:val="009C1AFA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85B5C"/>
    <w:rsid w:val="00A94845"/>
    <w:rsid w:val="00A971E7"/>
    <w:rsid w:val="00AA4F3C"/>
    <w:rsid w:val="00AD0AB0"/>
    <w:rsid w:val="00AE1639"/>
    <w:rsid w:val="00B03FC9"/>
    <w:rsid w:val="00B060FD"/>
    <w:rsid w:val="00B33174"/>
    <w:rsid w:val="00B33B98"/>
    <w:rsid w:val="00B418EA"/>
    <w:rsid w:val="00B521C3"/>
    <w:rsid w:val="00B77DD3"/>
    <w:rsid w:val="00BA17B3"/>
    <w:rsid w:val="00BC2385"/>
    <w:rsid w:val="00BC62D7"/>
    <w:rsid w:val="00BF064F"/>
    <w:rsid w:val="00BF0E4C"/>
    <w:rsid w:val="00BF531D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60179"/>
    <w:rsid w:val="00C61C90"/>
    <w:rsid w:val="00C62DFB"/>
    <w:rsid w:val="00C84B10"/>
    <w:rsid w:val="00C85DCA"/>
    <w:rsid w:val="00C86912"/>
    <w:rsid w:val="00C95ABD"/>
    <w:rsid w:val="00C966E8"/>
    <w:rsid w:val="00CB31D7"/>
    <w:rsid w:val="00CB41F4"/>
    <w:rsid w:val="00CB6338"/>
    <w:rsid w:val="00CC5443"/>
    <w:rsid w:val="00CC7052"/>
    <w:rsid w:val="00CD49AC"/>
    <w:rsid w:val="00CD4B2D"/>
    <w:rsid w:val="00CE24E4"/>
    <w:rsid w:val="00CE5616"/>
    <w:rsid w:val="00CF2B65"/>
    <w:rsid w:val="00CF73A9"/>
    <w:rsid w:val="00D24041"/>
    <w:rsid w:val="00D25D80"/>
    <w:rsid w:val="00D266EA"/>
    <w:rsid w:val="00D31BD2"/>
    <w:rsid w:val="00D4458D"/>
    <w:rsid w:val="00D453AE"/>
    <w:rsid w:val="00D53A64"/>
    <w:rsid w:val="00D630D5"/>
    <w:rsid w:val="00D75086"/>
    <w:rsid w:val="00D85382"/>
    <w:rsid w:val="00D94E00"/>
    <w:rsid w:val="00DA1B61"/>
    <w:rsid w:val="00DB17D9"/>
    <w:rsid w:val="00DC2830"/>
    <w:rsid w:val="00DD3288"/>
    <w:rsid w:val="00DD547F"/>
    <w:rsid w:val="00DF19FF"/>
    <w:rsid w:val="00DF4A48"/>
    <w:rsid w:val="00E2109D"/>
    <w:rsid w:val="00E27A09"/>
    <w:rsid w:val="00E366A1"/>
    <w:rsid w:val="00E44A24"/>
    <w:rsid w:val="00E47970"/>
    <w:rsid w:val="00E6200E"/>
    <w:rsid w:val="00E73B2A"/>
    <w:rsid w:val="00EA1691"/>
    <w:rsid w:val="00EB79F8"/>
    <w:rsid w:val="00EC1493"/>
    <w:rsid w:val="00EC15EB"/>
    <w:rsid w:val="00ED26F8"/>
    <w:rsid w:val="00EE07AC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0dfa8043-ba3e-44f1-889a-5c56f297b67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1</Pages>
  <Words>256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1744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2021-06-04T12:19:00Z</cp:lastPrinted>
  <dcterms:created xsi:type="dcterms:W3CDTF">2024-10-04T06:14:00Z</dcterms:created>
  <dcterms:modified xsi:type="dcterms:W3CDTF">2024-10-04T06:15:00Z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